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1EE9D8" w14:textId="6EA1741E" w:rsidR="00546877" w:rsidRPr="005902F3" w:rsidRDefault="006E1AA8" w:rsidP="00E83A0A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E83A0A">
        <w:rPr>
          <w:rFonts w:ascii="Calibri" w:hAnsi="Calibri" w:cs="Calibri"/>
          <w:b/>
          <w:sz w:val="20"/>
          <w:szCs w:val="20"/>
        </w:rPr>
        <w:t>Numer: DO</w:t>
      </w:r>
      <w:r w:rsidR="00F77115">
        <w:rPr>
          <w:rFonts w:ascii="Calibri" w:hAnsi="Calibri" w:cs="Calibri"/>
          <w:b/>
          <w:sz w:val="20"/>
          <w:szCs w:val="20"/>
        </w:rPr>
        <w:t>D</w:t>
      </w:r>
      <w:r w:rsidRPr="00E83A0A">
        <w:rPr>
          <w:rFonts w:ascii="Calibri" w:hAnsi="Calibri" w:cs="Calibri"/>
          <w:b/>
          <w:sz w:val="20"/>
          <w:szCs w:val="20"/>
        </w:rPr>
        <w:t>.</w:t>
      </w:r>
      <w:proofErr w:type="gramStart"/>
      <w:r w:rsidRPr="00E83A0A">
        <w:rPr>
          <w:rFonts w:ascii="Calibri" w:hAnsi="Calibri" w:cs="Calibri"/>
          <w:b/>
          <w:sz w:val="20"/>
          <w:szCs w:val="20"/>
        </w:rPr>
        <w:t>26.</w:t>
      </w:r>
      <w:r w:rsidR="00F77115">
        <w:rPr>
          <w:rFonts w:ascii="Calibri" w:hAnsi="Calibri" w:cs="Calibri"/>
          <w:b/>
          <w:sz w:val="20"/>
          <w:szCs w:val="20"/>
        </w:rPr>
        <w:t>7</w:t>
      </w:r>
      <w:r w:rsidRPr="00E83A0A">
        <w:rPr>
          <w:rFonts w:ascii="Calibri" w:hAnsi="Calibri" w:cs="Calibri"/>
          <w:b/>
          <w:sz w:val="20"/>
          <w:szCs w:val="20"/>
        </w:rPr>
        <w:t>.202</w:t>
      </w:r>
      <w:r w:rsidR="003169FC">
        <w:rPr>
          <w:rFonts w:ascii="Calibri" w:hAnsi="Calibri" w:cs="Calibri"/>
          <w:b/>
          <w:sz w:val="20"/>
          <w:szCs w:val="20"/>
        </w:rPr>
        <w:t>5</w:t>
      </w:r>
      <w:proofErr w:type="gramEnd"/>
      <w:r w:rsidRPr="009351AF"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</w:t>
      </w:r>
      <w:r w:rsidR="00AB36BF" w:rsidRPr="005902F3">
        <w:rPr>
          <w:rFonts w:ascii="Calibri" w:hAnsi="Calibri" w:cs="Calibri"/>
          <w:b/>
          <w:sz w:val="20"/>
          <w:szCs w:val="20"/>
        </w:rPr>
        <w:t>Załącznik nr 3</w:t>
      </w:r>
      <w:r w:rsidR="00372998" w:rsidRPr="005902F3">
        <w:rPr>
          <w:rFonts w:ascii="Calibri" w:hAnsi="Calibri" w:cs="Calibri"/>
          <w:b/>
          <w:sz w:val="20"/>
          <w:szCs w:val="20"/>
        </w:rPr>
        <w:t xml:space="preserve"> do </w:t>
      </w:r>
      <w:r w:rsidR="00980771" w:rsidRPr="005902F3">
        <w:rPr>
          <w:rFonts w:ascii="Calibri" w:hAnsi="Calibri" w:cs="Calibri"/>
          <w:b/>
          <w:sz w:val="20"/>
          <w:szCs w:val="20"/>
        </w:rPr>
        <w:t>SWZ</w:t>
      </w:r>
    </w:p>
    <w:p w14:paraId="43FDD79D" w14:textId="77777777" w:rsidR="00980771" w:rsidRPr="00C15860" w:rsidRDefault="00980771" w:rsidP="00F2073B">
      <w:pPr>
        <w:spacing w:line="259" w:lineRule="auto"/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b/>
          <w:sz w:val="20"/>
          <w:szCs w:val="20"/>
        </w:rPr>
        <w:t xml:space="preserve">Wykonawca:                                                       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</w:t>
      </w:r>
    </w:p>
    <w:p w14:paraId="7C457B32" w14:textId="77777777" w:rsidR="00980771" w:rsidRPr="00C15860" w:rsidRDefault="00980771" w:rsidP="00980771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sz w:val="20"/>
          <w:szCs w:val="20"/>
        </w:rPr>
        <w:tab/>
      </w:r>
      <w:r w:rsidRPr="00C15860">
        <w:rPr>
          <w:rFonts w:ascii="Calibri" w:hAnsi="Calibri" w:cs="Calibri"/>
          <w:sz w:val="20"/>
          <w:szCs w:val="20"/>
        </w:rPr>
        <w:t xml:space="preserve">……………………………………        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               </w:t>
      </w:r>
      <w:r w:rsidRPr="00C15860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10943337" w14:textId="77777777" w:rsidR="00980771" w:rsidRPr="00C15860" w:rsidRDefault="00980771" w:rsidP="00980771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sz w:val="20"/>
          <w:szCs w:val="20"/>
        </w:rPr>
        <w:tab/>
      </w:r>
      <w:r w:rsidRPr="00C15860">
        <w:rPr>
          <w:rFonts w:ascii="Calibri" w:hAnsi="Calibri" w:cs="Calibri"/>
          <w:sz w:val="20"/>
          <w:szCs w:val="20"/>
        </w:rPr>
        <w:t xml:space="preserve">……………………………………      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                 </w:t>
      </w:r>
      <w:r w:rsidRPr="00C15860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207D76CF" w14:textId="77777777" w:rsidR="00980771" w:rsidRPr="00C15860" w:rsidRDefault="00980771" w:rsidP="00980771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sz w:val="20"/>
          <w:szCs w:val="20"/>
        </w:rPr>
        <w:tab/>
      </w:r>
      <w:r w:rsidRPr="00C15860">
        <w:rPr>
          <w:rFonts w:ascii="Calibri" w:hAnsi="Calibri" w:cs="Calibri"/>
          <w:sz w:val="20"/>
          <w:szCs w:val="20"/>
        </w:rPr>
        <w:t xml:space="preserve">……………………………………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                      </w:t>
      </w:r>
      <w:r w:rsidRPr="00C15860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0843B506" w14:textId="77777777" w:rsidR="00980771" w:rsidRPr="00C15860" w:rsidRDefault="00980771" w:rsidP="00980771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i/>
          <w:sz w:val="20"/>
          <w:szCs w:val="20"/>
        </w:rPr>
        <w:t xml:space="preserve">(pełna nazwa/firma/imię i nazwisko, adres)                             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</w:t>
      </w:r>
    </w:p>
    <w:p w14:paraId="28846825" w14:textId="77777777" w:rsidR="00546877" w:rsidRPr="00C15860" w:rsidRDefault="00546877" w:rsidP="00980771">
      <w:pPr>
        <w:pStyle w:val="Style3"/>
        <w:spacing w:before="34" w:line="274" w:lineRule="exact"/>
        <w:ind w:firstLine="0"/>
        <w:rPr>
          <w:rFonts w:ascii="Calibri" w:hAnsi="Calibri" w:cs="Calibri"/>
          <w:sz w:val="20"/>
          <w:szCs w:val="20"/>
        </w:rPr>
      </w:pPr>
    </w:p>
    <w:p w14:paraId="63F426FD" w14:textId="77777777" w:rsidR="0006370A" w:rsidRPr="005E01F8" w:rsidRDefault="0006370A" w:rsidP="0006370A">
      <w:pPr>
        <w:spacing w:line="360" w:lineRule="auto"/>
        <w:rPr>
          <w:rStyle w:val="FontStyle11"/>
          <w:rFonts w:asciiTheme="minorHAnsi" w:hAnsiTheme="minorHAnsi" w:cstheme="minorHAnsi"/>
          <w:b w:val="0"/>
          <w:i/>
          <w:iCs/>
          <w:sz w:val="20"/>
          <w:szCs w:val="20"/>
        </w:rPr>
      </w:pP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DOKUMENT SKŁ</w:t>
      </w:r>
      <w:r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AD</w:t>
      </w: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ANY NA OSOBNE WEZWANIE ZAMAWIAJ</w:t>
      </w:r>
      <w:r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Ą</w:t>
      </w: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CEGO</w:t>
      </w:r>
    </w:p>
    <w:p w14:paraId="7A9C196C" w14:textId="77777777" w:rsidR="00546877" w:rsidRPr="00C15860" w:rsidRDefault="00546877">
      <w:pPr>
        <w:pStyle w:val="Style3"/>
        <w:spacing w:before="34" w:line="274" w:lineRule="exact"/>
        <w:rPr>
          <w:rFonts w:ascii="Calibri" w:hAnsi="Calibri" w:cs="Calibri"/>
          <w:sz w:val="20"/>
          <w:szCs w:val="20"/>
        </w:rPr>
      </w:pPr>
    </w:p>
    <w:p w14:paraId="51883719" w14:textId="77777777" w:rsidR="00546877" w:rsidRPr="00C15860" w:rsidRDefault="00546877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C15860">
        <w:rPr>
          <w:rStyle w:val="FontStyle11"/>
          <w:rFonts w:ascii="Calibri" w:hAnsi="Calibri" w:cs="Calibri"/>
          <w:sz w:val="20"/>
          <w:szCs w:val="20"/>
        </w:rPr>
        <w:t>WYKAZ USŁUG</w:t>
      </w:r>
    </w:p>
    <w:p w14:paraId="71B6A574" w14:textId="5E30DC25" w:rsidR="00980771" w:rsidRPr="00C15860" w:rsidRDefault="00980771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C15860">
        <w:rPr>
          <w:rStyle w:val="FontStyle11"/>
          <w:rFonts w:ascii="Calibri" w:hAnsi="Calibri" w:cs="Calibri"/>
          <w:sz w:val="20"/>
          <w:szCs w:val="20"/>
        </w:rPr>
        <w:t>na potwierdzenie spełniania warunk</w:t>
      </w:r>
      <w:r w:rsidR="005902F3">
        <w:rPr>
          <w:rStyle w:val="FontStyle11"/>
          <w:rFonts w:ascii="Calibri" w:hAnsi="Calibri" w:cs="Calibri"/>
          <w:sz w:val="20"/>
          <w:szCs w:val="20"/>
        </w:rPr>
        <w:t>u</w:t>
      </w:r>
      <w:r w:rsidRPr="00C15860">
        <w:rPr>
          <w:rStyle w:val="FontStyle11"/>
          <w:rFonts w:ascii="Calibri" w:hAnsi="Calibri" w:cs="Calibri"/>
          <w:sz w:val="20"/>
          <w:szCs w:val="20"/>
        </w:rPr>
        <w:t xml:space="preserve"> określonego w pkt. 5.1.</w:t>
      </w:r>
      <w:r w:rsidR="006227A9" w:rsidRPr="00C15860">
        <w:rPr>
          <w:rStyle w:val="FontStyle11"/>
          <w:rFonts w:ascii="Calibri" w:hAnsi="Calibri" w:cs="Calibri"/>
          <w:sz w:val="20"/>
          <w:szCs w:val="20"/>
        </w:rPr>
        <w:t>3 lit</w:t>
      </w:r>
      <w:r w:rsidRPr="00C15860">
        <w:rPr>
          <w:rStyle w:val="FontStyle11"/>
          <w:rFonts w:ascii="Calibri" w:hAnsi="Calibri" w:cs="Calibri"/>
          <w:sz w:val="20"/>
          <w:szCs w:val="20"/>
        </w:rPr>
        <w:t>.</w:t>
      </w:r>
      <w:r w:rsidR="006227A9" w:rsidRPr="00C15860">
        <w:rPr>
          <w:rStyle w:val="FontStyle11"/>
          <w:rFonts w:ascii="Calibri" w:hAnsi="Calibri" w:cs="Calibri"/>
          <w:sz w:val="20"/>
          <w:szCs w:val="20"/>
        </w:rPr>
        <w:t xml:space="preserve"> a) SW</w:t>
      </w:r>
      <w:r w:rsidRPr="00C15860">
        <w:rPr>
          <w:rStyle w:val="FontStyle11"/>
          <w:rFonts w:ascii="Calibri" w:hAnsi="Calibri" w:cs="Calibri"/>
          <w:sz w:val="20"/>
          <w:szCs w:val="20"/>
        </w:rPr>
        <w:t>Z</w:t>
      </w:r>
    </w:p>
    <w:p w14:paraId="06F63826" w14:textId="77777777" w:rsidR="00546877" w:rsidRPr="00C15860" w:rsidRDefault="00546877">
      <w:pPr>
        <w:pStyle w:val="Style3"/>
        <w:spacing w:before="34" w:line="274" w:lineRule="exact"/>
        <w:rPr>
          <w:rFonts w:ascii="Calibri" w:hAnsi="Calibri" w:cs="Calibri"/>
          <w:sz w:val="20"/>
          <w:szCs w:val="20"/>
        </w:rPr>
      </w:pPr>
    </w:p>
    <w:p w14:paraId="3193CEA8" w14:textId="2ED26DCF" w:rsidR="00546877" w:rsidRPr="00C15860" w:rsidRDefault="00546877" w:rsidP="00905041">
      <w:pPr>
        <w:widowControl w:val="0"/>
        <w:tabs>
          <w:tab w:val="left" w:pos="0"/>
        </w:tabs>
        <w:spacing w:line="264" w:lineRule="auto"/>
        <w:ind w:right="1"/>
        <w:jc w:val="both"/>
        <w:rPr>
          <w:rFonts w:ascii="Calibri" w:hAnsi="Calibri" w:cs="Calibri"/>
          <w:sz w:val="20"/>
          <w:szCs w:val="20"/>
        </w:rPr>
      </w:pPr>
      <w:r w:rsidRPr="00C15860">
        <w:rPr>
          <w:rFonts w:ascii="Calibri" w:hAnsi="Calibri" w:cs="Calibri"/>
          <w:sz w:val="20"/>
          <w:szCs w:val="20"/>
        </w:rPr>
        <w:t xml:space="preserve">Dotyczy postępowania </w:t>
      </w:r>
      <w:r w:rsidR="00AB36BF" w:rsidRPr="00C15860">
        <w:rPr>
          <w:rFonts w:ascii="Calibri" w:hAnsi="Calibri" w:cs="Calibri"/>
          <w:sz w:val="20"/>
          <w:szCs w:val="20"/>
        </w:rPr>
        <w:t>na usługę społeczną pn. „</w:t>
      </w:r>
      <w:r w:rsidR="00AB36BF" w:rsidRPr="00C15860">
        <w:rPr>
          <w:rFonts w:ascii="Calibri" w:hAnsi="Calibri" w:cs="Calibri"/>
          <w:b/>
          <w:sz w:val="20"/>
          <w:szCs w:val="20"/>
        </w:rPr>
        <w:t>U</w:t>
      </w:r>
      <w:r w:rsidRPr="00C15860">
        <w:rPr>
          <w:rFonts w:ascii="Calibri" w:hAnsi="Calibri" w:cs="Calibri"/>
          <w:b/>
          <w:sz w:val="20"/>
          <w:szCs w:val="20"/>
        </w:rPr>
        <w:t>sługi ochrony osób i mieni</w:t>
      </w:r>
      <w:r w:rsidR="00BA5E6B" w:rsidRPr="00C15860">
        <w:rPr>
          <w:rFonts w:ascii="Calibri" w:hAnsi="Calibri" w:cs="Calibri"/>
          <w:b/>
          <w:sz w:val="20"/>
          <w:szCs w:val="20"/>
        </w:rPr>
        <w:t xml:space="preserve">a w </w:t>
      </w:r>
      <w:r w:rsidR="00CF0387">
        <w:rPr>
          <w:rFonts w:ascii="Calibri" w:hAnsi="Calibri" w:cs="Calibri"/>
          <w:b/>
          <w:sz w:val="20"/>
          <w:szCs w:val="20"/>
        </w:rPr>
        <w:t xml:space="preserve">Muzeum Inżynierii </w:t>
      </w:r>
      <w:r w:rsidR="00713DD9">
        <w:rPr>
          <w:rFonts w:ascii="Calibri" w:hAnsi="Calibri" w:cs="Calibri"/>
          <w:b/>
          <w:sz w:val="20"/>
          <w:szCs w:val="20"/>
        </w:rPr>
        <w:t>i Techniki</w:t>
      </w:r>
      <w:r w:rsidR="00CF0387">
        <w:rPr>
          <w:rFonts w:ascii="Calibri" w:hAnsi="Calibri" w:cs="Calibri"/>
          <w:b/>
          <w:sz w:val="20"/>
          <w:szCs w:val="20"/>
        </w:rPr>
        <w:br/>
        <w:t>w Krakowie</w:t>
      </w:r>
      <w:r w:rsidR="00681B0B" w:rsidRPr="00C15860">
        <w:rPr>
          <w:rFonts w:ascii="Calibri" w:hAnsi="Calibri" w:cs="Calibri"/>
          <w:b/>
          <w:sz w:val="20"/>
          <w:szCs w:val="20"/>
        </w:rPr>
        <w:t xml:space="preserve"> wr</w:t>
      </w:r>
      <w:r w:rsidR="006732D7" w:rsidRPr="00C15860">
        <w:rPr>
          <w:rFonts w:ascii="Calibri" w:hAnsi="Calibri" w:cs="Calibri"/>
          <w:b/>
          <w:sz w:val="20"/>
          <w:szCs w:val="20"/>
        </w:rPr>
        <w:t>az z interwencją zmotoryzowanej</w:t>
      </w:r>
      <w:r w:rsidR="00681B0B" w:rsidRPr="00C15860">
        <w:rPr>
          <w:rFonts w:ascii="Calibri" w:hAnsi="Calibri" w:cs="Calibri"/>
          <w:b/>
          <w:sz w:val="20"/>
          <w:szCs w:val="20"/>
        </w:rPr>
        <w:t xml:space="preserve"> grupy interwencyjnej</w:t>
      </w:r>
      <w:r w:rsidR="00BA5E6B" w:rsidRPr="00C15860">
        <w:rPr>
          <w:rFonts w:ascii="Calibri" w:hAnsi="Calibri" w:cs="Calibri"/>
          <w:sz w:val="20"/>
          <w:szCs w:val="20"/>
        </w:rPr>
        <w:t xml:space="preserve">” </w:t>
      </w:r>
      <w:r w:rsidR="004B68B3">
        <w:rPr>
          <w:rFonts w:ascii="Calibri" w:hAnsi="Calibri" w:cs="Calibri"/>
          <w:sz w:val="20"/>
          <w:szCs w:val="20"/>
        </w:rPr>
        <w:t>Numer</w:t>
      </w:r>
      <w:r w:rsidR="00CF0387">
        <w:rPr>
          <w:rFonts w:ascii="Calibri" w:hAnsi="Calibri" w:cs="Calibri"/>
          <w:sz w:val="20"/>
          <w:szCs w:val="20"/>
        </w:rPr>
        <w:t>:</w:t>
      </w:r>
      <w:r w:rsidR="00E83A0A">
        <w:rPr>
          <w:rFonts w:ascii="Calibri" w:hAnsi="Calibri" w:cs="Calibri"/>
          <w:sz w:val="20"/>
          <w:szCs w:val="20"/>
        </w:rPr>
        <w:t xml:space="preserve"> DO</w:t>
      </w:r>
      <w:r w:rsidR="00F77115">
        <w:rPr>
          <w:rFonts w:ascii="Calibri" w:hAnsi="Calibri" w:cs="Calibri"/>
          <w:sz w:val="20"/>
          <w:szCs w:val="20"/>
        </w:rPr>
        <w:t>D</w:t>
      </w:r>
      <w:r w:rsidR="00E83A0A">
        <w:rPr>
          <w:rFonts w:ascii="Calibri" w:hAnsi="Calibri" w:cs="Calibri"/>
          <w:sz w:val="20"/>
          <w:szCs w:val="20"/>
        </w:rPr>
        <w:t>.</w:t>
      </w:r>
      <w:proofErr w:type="gramStart"/>
      <w:r w:rsidR="00E83A0A">
        <w:rPr>
          <w:rFonts w:ascii="Calibri" w:hAnsi="Calibri" w:cs="Calibri"/>
          <w:sz w:val="20"/>
          <w:szCs w:val="20"/>
        </w:rPr>
        <w:t>26</w:t>
      </w:r>
      <w:r w:rsidR="00F77115">
        <w:rPr>
          <w:rFonts w:ascii="Calibri" w:hAnsi="Calibri" w:cs="Calibri"/>
          <w:sz w:val="20"/>
          <w:szCs w:val="20"/>
        </w:rPr>
        <w:t>.7</w:t>
      </w:r>
      <w:r w:rsidR="00905041">
        <w:rPr>
          <w:rFonts w:ascii="Calibri" w:hAnsi="Calibri" w:cs="Calibri"/>
          <w:sz w:val="20"/>
          <w:szCs w:val="20"/>
        </w:rPr>
        <w:t>.</w:t>
      </w:r>
      <w:r w:rsidR="00E83A0A">
        <w:rPr>
          <w:rFonts w:ascii="Calibri" w:hAnsi="Calibri" w:cs="Calibri"/>
          <w:sz w:val="20"/>
          <w:szCs w:val="20"/>
        </w:rPr>
        <w:t>202</w:t>
      </w:r>
      <w:r w:rsidR="003169FC">
        <w:rPr>
          <w:rFonts w:ascii="Calibri" w:hAnsi="Calibri" w:cs="Calibri"/>
          <w:sz w:val="20"/>
          <w:szCs w:val="20"/>
        </w:rPr>
        <w:t>5</w:t>
      </w:r>
      <w:proofErr w:type="gramEnd"/>
    </w:p>
    <w:p w14:paraId="0E6BE2B8" w14:textId="77777777" w:rsidR="00546877" w:rsidRPr="00C15860" w:rsidRDefault="00546877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"/>
        <w:gridCol w:w="3013"/>
        <w:gridCol w:w="1814"/>
        <w:gridCol w:w="1814"/>
        <w:gridCol w:w="1835"/>
      </w:tblGrid>
      <w:tr w:rsidR="00546877" w:rsidRPr="00C15860" w14:paraId="5BBEF72E" w14:textId="77777777"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BE55E98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15860">
              <w:rPr>
                <w:rFonts w:ascii="Calibri" w:hAnsi="Calibri" w:cs="Calibri"/>
                <w:sz w:val="20"/>
                <w:szCs w:val="20"/>
              </w:rPr>
              <w:t xml:space="preserve">Lp. </w:t>
            </w:r>
          </w:p>
        </w:tc>
        <w:tc>
          <w:tcPr>
            <w:tcW w:w="3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096ADE70" w14:textId="77777777" w:rsidR="00681B0B" w:rsidRPr="00C15860" w:rsidRDefault="00546877" w:rsidP="00681B0B">
            <w:pPr>
              <w:pStyle w:val="Style6"/>
              <w:snapToGrid w:val="0"/>
              <w:rPr>
                <w:rStyle w:val="FontStyle13"/>
                <w:rFonts w:ascii="Calibri" w:hAnsi="Calibri" w:cs="Calibri"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Przedmiot usługi </w:t>
            </w:r>
          </w:p>
          <w:p w14:paraId="63E433C5" w14:textId="77777777" w:rsidR="00681B0B" w:rsidRPr="00C15860" w:rsidRDefault="00681B0B" w:rsidP="00681B0B">
            <w:pPr>
              <w:pStyle w:val="Style6"/>
              <w:snapToGrid w:val="0"/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(UWAGA!</w:t>
            </w:r>
          </w:p>
          <w:p w14:paraId="2BFE5612" w14:textId="365D7F29" w:rsidR="00681B0B" w:rsidRPr="00C15860" w:rsidRDefault="00681B0B" w:rsidP="00F35CD2">
            <w:pPr>
              <w:pStyle w:val="Style6"/>
              <w:snapToGrid w:val="0"/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 xml:space="preserve">opis usługi powinien zawierać wszystkie wymagania zawarte w warunku udziału w postępowaniu zgodnie z pkt </w:t>
            </w:r>
            <w:r w:rsidR="00980771"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5.1.</w:t>
            </w:r>
            <w:r w:rsidR="00210CAF"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3 lit. a)</w:t>
            </w:r>
          </w:p>
          <w:p w14:paraId="5738CCB3" w14:textId="71808B18" w:rsidR="00681B0B" w:rsidRPr="00C15860" w:rsidRDefault="00681B0B" w:rsidP="00681B0B">
            <w:pPr>
              <w:pStyle w:val="Style6"/>
              <w:snapToGrid w:val="0"/>
              <w:rPr>
                <w:rStyle w:val="FontStyle13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911D8E7" w14:textId="77777777" w:rsidR="004A7212" w:rsidRPr="00C15860" w:rsidRDefault="00546877" w:rsidP="004A7212">
            <w:pPr>
              <w:pStyle w:val="Style6"/>
              <w:snapToGrid w:val="0"/>
              <w:spacing w:line="278" w:lineRule="exact"/>
              <w:rPr>
                <w:rStyle w:val="FontStyle13"/>
                <w:rFonts w:ascii="Calibri" w:hAnsi="Calibri" w:cs="Calibri"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Wartość usługi </w:t>
            </w:r>
            <w:r w:rsidR="004A7212" w:rsidRPr="00C15860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 brutto </w:t>
            </w:r>
          </w:p>
          <w:p w14:paraId="7CBAE2A4" w14:textId="77777777" w:rsidR="00546877" w:rsidRPr="00C15860" w:rsidRDefault="004A7212" w:rsidP="000D0B13">
            <w:pPr>
              <w:pStyle w:val="Style6"/>
              <w:snapToGrid w:val="0"/>
              <w:spacing w:line="278" w:lineRule="exact"/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 xml:space="preserve">(w przypadku usług nadal wykonywanych należy podać wartość wykonanych usług trwających co najmniej 12 miesięcy) 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895ADC8" w14:textId="77777777" w:rsidR="00546877" w:rsidRPr="00C15860" w:rsidRDefault="00546877">
            <w:pPr>
              <w:pStyle w:val="Style6"/>
              <w:snapToGrid w:val="0"/>
              <w:spacing w:line="240" w:lineRule="auto"/>
              <w:rPr>
                <w:rStyle w:val="FontStyle13"/>
                <w:rFonts w:ascii="Calibri" w:hAnsi="Calibri" w:cs="Calibri"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sz w:val="20"/>
                <w:szCs w:val="20"/>
              </w:rPr>
              <w:t>Data wykonania/ wykonywania usługi od … do</w:t>
            </w:r>
            <w:proofErr w:type="gramStart"/>
            <w:r w:rsidRPr="00C15860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 ….</w:t>
            </w:r>
            <w:proofErr w:type="gramEnd"/>
          </w:p>
        </w:tc>
        <w:tc>
          <w:tcPr>
            <w:tcW w:w="1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1138A368" w14:textId="77777777" w:rsidR="00546877" w:rsidRPr="00C15860" w:rsidRDefault="00546877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C15860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Nazwa podmiotu, na rzecz którego</w:t>
            </w:r>
          </w:p>
          <w:p w14:paraId="44E186C7" w14:textId="77777777" w:rsidR="00546877" w:rsidRPr="00C15860" w:rsidRDefault="00546877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C15860">
              <w:rPr>
                <w:rFonts w:ascii="Calibri" w:eastAsia="Tahoma-Bold" w:hAnsi="Calibri" w:cs="Calibri"/>
                <w:sz w:val="20"/>
                <w:szCs w:val="20"/>
              </w:rPr>
              <w:t>usługi zostały wykonane lub</w:t>
            </w:r>
          </w:p>
          <w:p w14:paraId="1AFC4A66" w14:textId="77777777" w:rsidR="00546877" w:rsidRPr="00C15860" w:rsidRDefault="00546877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C15860">
              <w:rPr>
                <w:rFonts w:ascii="Calibri" w:eastAsia="Tahoma-Bold" w:hAnsi="Calibri" w:cs="Calibri"/>
                <w:sz w:val="20"/>
                <w:szCs w:val="20"/>
              </w:rPr>
              <w:t>są wykonywane</w:t>
            </w:r>
          </w:p>
        </w:tc>
      </w:tr>
      <w:tr w:rsidR="00546877" w:rsidRPr="00C15860" w14:paraId="60983657" w14:textId="77777777"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14:paraId="481D8E88" w14:textId="75C792EE" w:rsidR="00546877" w:rsidRPr="00C15860" w:rsidRDefault="005902F3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3013" w:type="dxa"/>
            <w:tcBorders>
              <w:left w:val="single" w:sz="1" w:space="0" w:color="000000"/>
              <w:bottom w:val="single" w:sz="1" w:space="0" w:color="000000"/>
            </w:tcBorders>
          </w:tcPr>
          <w:p w14:paraId="30F1C3AF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14:paraId="45ECE6F7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14:paraId="2C657C21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57D521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6877" w:rsidRPr="00C15860" w14:paraId="088AFC92" w14:textId="77777777"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14:paraId="4A69A243" w14:textId="44C74D38" w:rsidR="00546877" w:rsidRPr="00C15860" w:rsidRDefault="005902F3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3013" w:type="dxa"/>
            <w:tcBorders>
              <w:left w:val="single" w:sz="1" w:space="0" w:color="000000"/>
              <w:bottom w:val="single" w:sz="1" w:space="0" w:color="000000"/>
            </w:tcBorders>
          </w:tcPr>
          <w:p w14:paraId="5182CB71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14:paraId="21C3857F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14:paraId="64E50BA3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FC5663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814A370" w14:textId="77777777" w:rsidR="00546877" w:rsidRPr="00C15860" w:rsidRDefault="00546877">
      <w:pPr>
        <w:pStyle w:val="Style4"/>
        <w:spacing w:line="274" w:lineRule="exact"/>
        <w:rPr>
          <w:rFonts w:ascii="Calibri" w:hAnsi="Calibri" w:cs="Calibri"/>
          <w:sz w:val="20"/>
          <w:szCs w:val="20"/>
        </w:rPr>
      </w:pPr>
    </w:p>
    <w:p w14:paraId="6ACEB063" w14:textId="77777777" w:rsidR="00210CAF" w:rsidRPr="00C15860" w:rsidRDefault="00210CAF" w:rsidP="00210CAF">
      <w:pPr>
        <w:pStyle w:val="Default"/>
      </w:pPr>
    </w:p>
    <w:p w14:paraId="1651C8B8" w14:textId="77777777" w:rsidR="00546877" w:rsidRPr="00C15860" w:rsidRDefault="00210CAF" w:rsidP="00210CAF">
      <w:pPr>
        <w:jc w:val="both"/>
        <w:rPr>
          <w:rFonts w:ascii="Calibri" w:hAnsi="Calibri" w:cs="Calibri"/>
          <w:sz w:val="20"/>
          <w:szCs w:val="20"/>
        </w:rPr>
      </w:pPr>
      <w:r w:rsidRPr="00C15860">
        <w:rPr>
          <w:rFonts w:ascii="Calibri" w:hAnsi="Calibri" w:cs="Calibri"/>
          <w:sz w:val="20"/>
          <w:szCs w:val="20"/>
        </w:rPr>
        <w:t>Uwaga! Zgodnie z pkt 6.2.4 SWZ do wykazu należy dołączyć dowody, że usługi wskazane w wykazie zostały wykonane należycie.</w:t>
      </w:r>
    </w:p>
    <w:p w14:paraId="5A8DECF8" w14:textId="77777777" w:rsidR="00546877" w:rsidRPr="00C15860" w:rsidRDefault="00546877">
      <w:pPr>
        <w:jc w:val="both"/>
        <w:rPr>
          <w:rFonts w:ascii="Calibri" w:hAnsi="Calibri" w:cs="Calibri"/>
          <w:sz w:val="20"/>
          <w:szCs w:val="20"/>
        </w:rPr>
      </w:pPr>
    </w:p>
    <w:p w14:paraId="11C8D3CB" w14:textId="77777777" w:rsidR="00210CAF" w:rsidRPr="00C15860" w:rsidRDefault="00210CAF" w:rsidP="00210CAF">
      <w:pPr>
        <w:pStyle w:val="Default"/>
      </w:pPr>
    </w:p>
    <w:p w14:paraId="6071C339" w14:textId="77777777" w:rsidR="00210CAF" w:rsidRPr="00C15860" w:rsidRDefault="00210CAF" w:rsidP="00210CAF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C15860">
        <w:rPr>
          <w:rFonts w:ascii="Calibri" w:hAnsi="Calibri" w:cs="Calibri"/>
          <w:sz w:val="20"/>
          <w:szCs w:val="20"/>
        </w:rPr>
        <w:t>Powyższy wykaz poz. …………</w:t>
      </w:r>
      <w:proofErr w:type="gramStart"/>
      <w:r w:rsidRPr="00C15860">
        <w:rPr>
          <w:rFonts w:ascii="Calibri" w:hAnsi="Calibri" w:cs="Calibri"/>
          <w:sz w:val="20"/>
          <w:szCs w:val="20"/>
        </w:rPr>
        <w:t>…….</w:t>
      </w:r>
      <w:proofErr w:type="gramEnd"/>
      <w:r w:rsidRPr="00C15860">
        <w:rPr>
          <w:rFonts w:ascii="Calibri" w:hAnsi="Calibri" w:cs="Calibri"/>
          <w:sz w:val="20"/>
          <w:szCs w:val="20"/>
        </w:rPr>
        <w:t>. obejmuje usługi zrealizowane przez ………………………………………</w:t>
      </w:r>
      <w:proofErr w:type="gramStart"/>
      <w:r w:rsidRPr="00C15860">
        <w:rPr>
          <w:rFonts w:ascii="Calibri" w:hAnsi="Calibri" w:cs="Calibri"/>
          <w:sz w:val="20"/>
          <w:szCs w:val="20"/>
        </w:rPr>
        <w:t>…….</w:t>
      </w:r>
      <w:proofErr w:type="gramEnd"/>
      <w:r w:rsidRPr="00C15860">
        <w:rPr>
          <w:rFonts w:ascii="Calibri" w:hAnsi="Calibri" w:cs="Calibri"/>
          <w:sz w:val="20"/>
          <w:szCs w:val="20"/>
        </w:rPr>
        <w:t xml:space="preserve">. </w:t>
      </w:r>
      <w:r w:rsidRPr="00C15860">
        <w:rPr>
          <w:rFonts w:ascii="Calibri" w:hAnsi="Calibri" w:cs="Calibri"/>
          <w:i/>
          <w:iCs/>
          <w:sz w:val="18"/>
          <w:szCs w:val="18"/>
        </w:rPr>
        <w:t xml:space="preserve">(wypełnić gdy Wykonawca polega na zdolnościach technicznych lub zawodowych innego podmiotu zgodnie z art. 118 ustawy Prawo zamówień publicznych). </w:t>
      </w:r>
    </w:p>
    <w:p w14:paraId="075B4F8E" w14:textId="77777777" w:rsidR="00210CAF" w:rsidRPr="00C15860" w:rsidRDefault="00210CAF" w:rsidP="00210CAF">
      <w:pPr>
        <w:jc w:val="both"/>
        <w:rPr>
          <w:rFonts w:ascii="Calibri" w:hAnsi="Calibri" w:cs="Calibri"/>
          <w:sz w:val="20"/>
          <w:szCs w:val="20"/>
        </w:rPr>
      </w:pPr>
    </w:p>
    <w:p w14:paraId="5507B900" w14:textId="77777777" w:rsidR="00210CAF" w:rsidRPr="00905041" w:rsidRDefault="00210CAF" w:rsidP="00210CA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24511A9B" w14:textId="77777777" w:rsidR="00546877" w:rsidRPr="00905041" w:rsidRDefault="00210CAF" w:rsidP="00210CAF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905041">
        <w:rPr>
          <w:rFonts w:ascii="Calibri" w:hAnsi="Calibri" w:cs="Calibri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sectPr w:rsidR="00546877" w:rsidRPr="00905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3F0CE" w14:textId="77777777" w:rsidR="002C0356" w:rsidRDefault="002C0356">
      <w:r>
        <w:separator/>
      </w:r>
    </w:p>
  </w:endnote>
  <w:endnote w:type="continuationSeparator" w:id="0">
    <w:p w14:paraId="08217769" w14:textId="77777777" w:rsidR="002C0356" w:rsidRDefault="002C0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-Bold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6A9D3" w14:textId="77777777" w:rsidR="00CA439D" w:rsidRDefault="00CA43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7F535" w14:textId="77777777" w:rsidR="00546877" w:rsidRDefault="00546877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2D6A" w14:textId="77777777" w:rsidR="00CA439D" w:rsidRDefault="00CA43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7D210" w14:textId="77777777" w:rsidR="002C0356" w:rsidRDefault="002C0356">
      <w:r>
        <w:separator/>
      </w:r>
    </w:p>
  </w:footnote>
  <w:footnote w:type="continuationSeparator" w:id="0">
    <w:p w14:paraId="37B9697F" w14:textId="77777777" w:rsidR="002C0356" w:rsidRDefault="002C0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21F2F" w14:textId="77777777" w:rsidR="00CA439D" w:rsidRDefault="00CA43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7BDD8" w14:textId="77777777" w:rsidR="00CA439D" w:rsidRDefault="00CA43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88A6A" w14:textId="77777777" w:rsidR="00CA439D" w:rsidRDefault="00CA4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7806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F9F"/>
    <w:rsid w:val="00000ED5"/>
    <w:rsid w:val="000268EF"/>
    <w:rsid w:val="00046194"/>
    <w:rsid w:val="0006370A"/>
    <w:rsid w:val="00072276"/>
    <w:rsid w:val="000A3103"/>
    <w:rsid w:val="000B62EC"/>
    <w:rsid w:val="000C728B"/>
    <w:rsid w:val="000D0B13"/>
    <w:rsid w:val="000F2167"/>
    <w:rsid w:val="000F74A3"/>
    <w:rsid w:val="00106A36"/>
    <w:rsid w:val="00116E8B"/>
    <w:rsid w:val="001715C4"/>
    <w:rsid w:val="00210CAF"/>
    <w:rsid w:val="002B5E35"/>
    <w:rsid w:val="002C0356"/>
    <w:rsid w:val="002F166C"/>
    <w:rsid w:val="003169FC"/>
    <w:rsid w:val="00372998"/>
    <w:rsid w:val="003C17F5"/>
    <w:rsid w:val="00414A48"/>
    <w:rsid w:val="00415CB6"/>
    <w:rsid w:val="004314F4"/>
    <w:rsid w:val="0045283A"/>
    <w:rsid w:val="00461667"/>
    <w:rsid w:val="004A7212"/>
    <w:rsid w:val="004B68B3"/>
    <w:rsid w:val="00546877"/>
    <w:rsid w:val="00553321"/>
    <w:rsid w:val="005902F3"/>
    <w:rsid w:val="005B7E4F"/>
    <w:rsid w:val="005C3866"/>
    <w:rsid w:val="0061759A"/>
    <w:rsid w:val="006227A9"/>
    <w:rsid w:val="00656C9C"/>
    <w:rsid w:val="006732D7"/>
    <w:rsid w:val="00681B0B"/>
    <w:rsid w:val="006E1AA8"/>
    <w:rsid w:val="00713DD9"/>
    <w:rsid w:val="0075150A"/>
    <w:rsid w:val="00755F50"/>
    <w:rsid w:val="0076607D"/>
    <w:rsid w:val="00774AEA"/>
    <w:rsid w:val="007C4BEA"/>
    <w:rsid w:val="007E0419"/>
    <w:rsid w:val="007E7CF2"/>
    <w:rsid w:val="00833CEC"/>
    <w:rsid w:val="00875DFA"/>
    <w:rsid w:val="008D69BA"/>
    <w:rsid w:val="00905041"/>
    <w:rsid w:val="009351AF"/>
    <w:rsid w:val="00943747"/>
    <w:rsid w:val="009576D4"/>
    <w:rsid w:val="00962DA1"/>
    <w:rsid w:val="00980771"/>
    <w:rsid w:val="00987FF4"/>
    <w:rsid w:val="00A62146"/>
    <w:rsid w:val="00A82B70"/>
    <w:rsid w:val="00AA6462"/>
    <w:rsid w:val="00AB36BF"/>
    <w:rsid w:val="00B05C0D"/>
    <w:rsid w:val="00B960C4"/>
    <w:rsid w:val="00BA5E6B"/>
    <w:rsid w:val="00BB4523"/>
    <w:rsid w:val="00BD49B7"/>
    <w:rsid w:val="00BE6170"/>
    <w:rsid w:val="00C01BFC"/>
    <w:rsid w:val="00C15860"/>
    <w:rsid w:val="00C162C6"/>
    <w:rsid w:val="00CA439D"/>
    <w:rsid w:val="00CE5F16"/>
    <w:rsid w:val="00CF0387"/>
    <w:rsid w:val="00D40A23"/>
    <w:rsid w:val="00D41BA2"/>
    <w:rsid w:val="00D707AB"/>
    <w:rsid w:val="00D82E03"/>
    <w:rsid w:val="00DA6CA7"/>
    <w:rsid w:val="00DB5F8E"/>
    <w:rsid w:val="00E83A0A"/>
    <w:rsid w:val="00EA5F9F"/>
    <w:rsid w:val="00F2073B"/>
    <w:rsid w:val="00F3321C"/>
    <w:rsid w:val="00F35CD2"/>
    <w:rsid w:val="00F745B1"/>
    <w:rsid w:val="00F77115"/>
    <w:rsid w:val="00F9559C"/>
    <w:rsid w:val="00FC5EB3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8505D2"/>
  <w15:chartTrackingRefBased/>
  <w15:docId w15:val="{2E41A3D7-F814-4033-ACD3-DAA6E2DC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0">
    <w:name w:val="WW8Num3z0"/>
    <w:rPr>
      <w:rFonts w:ascii="Symbol" w:eastAsia="Times New Roman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4">
    <w:name w:val="Font Style14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spacing w:line="360" w:lineRule="auto"/>
    </w:pPr>
    <w:rPr>
      <w:b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e7">
    <w:name w:val="Style7"/>
    <w:basedOn w:val="Normalny"/>
    <w:pPr>
      <w:spacing w:line="206" w:lineRule="exact"/>
      <w:jc w:val="both"/>
    </w:pPr>
  </w:style>
  <w:style w:type="paragraph" w:customStyle="1" w:styleId="Style3">
    <w:name w:val="Style3"/>
    <w:basedOn w:val="Normalny"/>
    <w:pPr>
      <w:spacing w:line="277" w:lineRule="exact"/>
      <w:ind w:firstLine="3278"/>
      <w:jc w:val="both"/>
    </w:pPr>
  </w:style>
  <w:style w:type="paragraph" w:customStyle="1" w:styleId="Style4">
    <w:name w:val="Style4"/>
    <w:basedOn w:val="Normalny"/>
    <w:pPr>
      <w:spacing w:line="278" w:lineRule="exact"/>
      <w:jc w:val="both"/>
    </w:pPr>
  </w:style>
  <w:style w:type="paragraph" w:customStyle="1" w:styleId="Style9">
    <w:name w:val="Style9"/>
    <w:basedOn w:val="Normalny"/>
  </w:style>
  <w:style w:type="paragraph" w:customStyle="1" w:styleId="Style6">
    <w:name w:val="Style6"/>
    <w:basedOn w:val="Normalny"/>
    <w:pPr>
      <w:spacing w:line="274" w:lineRule="exact"/>
    </w:pPr>
  </w:style>
  <w:style w:type="paragraph" w:customStyle="1" w:styleId="Style5">
    <w:name w:val="Style5"/>
    <w:basedOn w:val="Normalny"/>
    <w:pPr>
      <w:spacing w:line="278" w:lineRule="exact"/>
      <w:jc w:val="both"/>
    </w:pPr>
  </w:style>
  <w:style w:type="paragraph" w:customStyle="1" w:styleId="Style8">
    <w:name w:val="Style8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B960C4"/>
    <w:pPr>
      <w:suppressAutoHyphens w:val="0"/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link w:val="Tekstpodstawowywcity"/>
    <w:rsid w:val="00B960C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B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81B0B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210CAF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B68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B68B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B68B3"/>
    <w:rPr>
      <w:b/>
      <w:bCs/>
      <w:lang w:eastAsia="ar-SA"/>
    </w:rPr>
  </w:style>
  <w:style w:type="paragraph" w:styleId="Poprawka">
    <w:name w:val="Revision"/>
    <w:hidden/>
    <w:uiPriority w:val="99"/>
    <w:semiHidden/>
    <w:rsid w:val="005902F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DL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@t_siwz_zalacz#nr_kl</vt:lpstr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@t_siwz_zalacz#nr_kl</dc:title>
  <dc:subject/>
  <dc:creator>Michał Długoń</dc:creator>
  <cp:keywords/>
  <cp:lastModifiedBy>Agnieszka Żych - Kancelaria</cp:lastModifiedBy>
  <cp:revision>17</cp:revision>
  <cp:lastPrinted>2024-11-07T11:21:00Z</cp:lastPrinted>
  <dcterms:created xsi:type="dcterms:W3CDTF">2021-11-23T11:14:00Z</dcterms:created>
  <dcterms:modified xsi:type="dcterms:W3CDTF">2025-11-28T08:38:00Z</dcterms:modified>
</cp:coreProperties>
</file>